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E0DE9" w14:textId="77777777" w:rsidR="0072498C" w:rsidRPr="00D716B7" w:rsidRDefault="0072498C" w:rsidP="0072498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9c Zadávací dokumentace (budoucí příloha č. 2 Rámcové dohody)</w:t>
      </w:r>
    </w:p>
    <w:p w14:paraId="4F186D99" w14:textId="47E3F179" w:rsidR="0072498C" w:rsidRPr="00A035EA" w:rsidRDefault="0072498C" w:rsidP="0072498C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A40B7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 a PTP</w:t>
      </w:r>
    </w:p>
    <w:p w14:paraId="77316B22" w14:textId="77777777" w:rsidR="0072498C" w:rsidRPr="00D30C28" w:rsidRDefault="0072498C" w:rsidP="0072498C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DE7EE6A" w14:textId="77777777" w:rsidR="0072498C" w:rsidRPr="00A035EA" w:rsidRDefault="0072498C" w:rsidP="0072498C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05B2241D" w14:textId="77777777" w:rsidR="0072498C" w:rsidRPr="00A035EA" w:rsidRDefault="0072498C" w:rsidP="0072498C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E202A94" w14:textId="77777777" w:rsidR="0072498C" w:rsidRPr="00A035EA" w:rsidRDefault="0072498C" w:rsidP="0072498C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530E3287" w14:textId="77777777" w:rsidR="0072498C" w:rsidRPr="00A035EA" w:rsidRDefault="0072498C" w:rsidP="0072498C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2B538D0" w14:textId="6BD4D7B4" w:rsidR="0072498C" w:rsidRPr="00C14D97" w:rsidRDefault="0072498C" w:rsidP="0072498C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Pr="0049608D">
        <w:rPr>
          <w:rFonts w:ascii="Verdana" w:hAnsi="Verdana" w:cs="Times New Roman"/>
          <w:b/>
          <w:lang w:eastAsia="cs-CZ"/>
        </w:rPr>
        <w:t>Dodávky zabezpečovací a sdělovací techniky 2025 - 2027</w:t>
      </w:r>
      <w:r w:rsidRPr="0077112C">
        <w:t>“</w:t>
      </w:r>
      <w:r>
        <w:t xml:space="preserve"> pro </w:t>
      </w:r>
      <w:r w:rsidRPr="00B07808">
        <w:rPr>
          <w:b/>
          <w:bCs/>
        </w:rPr>
        <w:t xml:space="preserve">část </w:t>
      </w:r>
      <w:r w:rsidRPr="003624B3">
        <w:rPr>
          <w:b/>
          <w:bCs/>
        </w:rPr>
        <w:t>3 veřejné zakázky: Výstražníky a závory</w:t>
      </w:r>
      <w:r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>
        <w:rPr>
          <w:rFonts w:eastAsia="Times New Roman" w:cs="Times New Roman"/>
          <w:lang w:eastAsia="cs-CZ"/>
        </w:rPr>
        <w:t>bude dodávat předmět plnění,</w:t>
      </w:r>
      <w:r w:rsidR="00A40B7A">
        <w:rPr>
          <w:rFonts w:eastAsia="Times New Roman" w:cs="Times New Roman"/>
          <w:lang w:eastAsia="cs-CZ"/>
        </w:rPr>
        <w:t xml:space="preserve"> pro který bylo vydáno Osvědčení dle </w:t>
      </w:r>
      <w:r w:rsidR="00A40B7A">
        <w:rPr>
          <w:szCs w:val="22"/>
        </w:rPr>
        <w:t xml:space="preserve">směrnice SŽ SM008 </w:t>
      </w:r>
      <w:r w:rsidR="00A40B7A" w:rsidRPr="00640549">
        <w:rPr>
          <w:szCs w:val="22"/>
        </w:rPr>
        <w:t>Systém posuzování vlivu produktů a služeb pro železniční</w:t>
      </w:r>
      <w:r w:rsidR="00A40B7A">
        <w:rPr>
          <w:szCs w:val="22"/>
        </w:rPr>
        <w:t xml:space="preserve"> </w:t>
      </w:r>
      <w:r w:rsidR="00A40B7A" w:rsidRPr="00640549">
        <w:rPr>
          <w:szCs w:val="22"/>
        </w:rPr>
        <w:t>dopravní cestu na bezpečnost provozování dráhy</w:t>
      </w:r>
      <w:r w:rsidR="00A40B7A">
        <w:rPr>
          <w:szCs w:val="22"/>
        </w:rPr>
        <w:t xml:space="preserve">, v platném znění (dále jen </w:t>
      </w:r>
      <w:r w:rsidR="00A40B7A" w:rsidRPr="00A3753B">
        <w:rPr>
          <w:b/>
          <w:bCs/>
          <w:i/>
          <w:iCs/>
          <w:szCs w:val="22"/>
        </w:rPr>
        <w:t>„Osvědčení“</w:t>
      </w:r>
      <w:r w:rsidR="00A40B7A">
        <w:rPr>
          <w:szCs w:val="22"/>
        </w:rPr>
        <w:t>)</w:t>
      </w:r>
      <w:r w:rsidR="00A40B7A">
        <w:rPr>
          <w:rFonts w:eastAsia="Times New Roman" w:cs="Times New Roman"/>
          <w:lang w:eastAsia="cs-CZ"/>
        </w:rPr>
        <w:t>, případně</w:t>
      </w:r>
      <w:r>
        <w:rPr>
          <w:rFonts w:eastAsia="Times New Roman" w:cs="Times New Roman"/>
          <w:lang w:eastAsia="cs-CZ"/>
        </w:rPr>
        <w:t xml:space="preserve"> pro nějž jsou Správou železnic, státní organizací, schváleny Technické podmínky</w:t>
      </w:r>
      <w:r w:rsidRPr="00C14D97">
        <w:rPr>
          <w:rFonts w:eastAsia="Times New Roman" w:cs="Times New Roman"/>
          <w:lang w:eastAsia="cs-CZ"/>
        </w:rPr>
        <w:t xml:space="preserve"> (dále jen „</w:t>
      </w:r>
      <w:r w:rsidRPr="00A40B7A">
        <w:rPr>
          <w:rFonts w:eastAsia="Times New Roman" w:cs="Times New Roman"/>
          <w:b/>
          <w:bCs/>
          <w:i/>
          <w:iCs/>
          <w:lang w:eastAsia="cs-CZ"/>
        </w:rPr>
        <w:t>TP</w:t>
      </w:r>
      <w:r w:rsidRPr="00C14D97">
        <w:rPr>
          <w:rFonts w:eastAsia="Times New Roman" w:cs="Times New Roman"/>
          <w:lang w:eastAsia="cs-CZ"/>
        </w:rPr>
        <w:t xml:space="preserve">“). </w:t>
      </w:r>
      <w:r>
        <w:rPr>
          <w:rFonts w:eastAsia="Times New Roman" w:cs="Times New Roman"/>
          <w:lang w:eastAsia="cs-CZ"/>
        </w:rPr>
        <w:t>V případě, že pro vybrané položky zboží uvedené v příloze č. 1</w:t>
      </w:r>
      <w:r w:rsidR="00A40B7A">
        <w:rPr>
          <w:rFonts w:eastAsia="Times New Roman" w:cs="Times New Roman"/>
          <w:lang w:eastAsia="cs-CZ"/>
        </w:rPr>
        <w:t>c</w:t>
      </w:r>
      <w:r>
        <w:rPr>
          <w:rFonts w:eastAsia="Times New Roman" w:cs="Times New Roman"/>
          <w:lang w:eastAsia="cs-CZ"/>
        </w:rPr>
        <w:t xml:space="preserve"> Zadávací dokumentace nejsou uzavřeny TP</w:t>
      </w:r>
      <w:r w:rsidR="00A40B7A">
        <w:rPr>
          <w:rFonts w:eastAsia="Times New Roman" w:cs="Times New Roman"/>
          <w:lang w:eastAsia="cs-CZ"/>
        </w:rPr>
        <w:t xml:space="preserve"> či vydané Osvědčení</w:t>
      </w:r>
      <w:r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Pr="00A40B7A">
        <w:rPr>
          <w:rFonts w:eastAsia="Times New Roman" w:cs="Times New Roman"/>
          <w:b/>
          <w:bCs/>
          <w:i/>
          <w:iCs/>
          <w:lang w:eastAsia="cs-CZ"/>
        </w:rPr>
        <w:t>PTP</w:t>
      </w:r>
      <w:r>
        <w:rPr>
          <w:rFonts w:eastAsia="Times New Roman" w:cs="Times New Roman"/>
          <w:lang w:eastAsia="cs-CZ"/>
        </w:rPr>
        <w:t xml:space="preserve">“). </w:t>
      </w:r>
    </w:p>
    <w:p w14:paraId="3AEC1595" w14:textId="0EB393D0" w:rsidR="004871B8" w:rsidRPr="00C14D97" w:rsidRDefault="0072498C" w:rsidP="0072498C">
      <w:pPr>
        <w:spacing w:line="240" w:lineRule="auto"/>
      </w:pPr>
      <w:r w:rsidRPr="00C14D97">
        <w:t xml:space="preserve">Účastník prohlašuje, že předmět plnění dodávaný v dílčích zakázkách bude splňovat technické </w:t>
      </w:r>
      <w:r>
        <w:t>vlastnosti</w:t>
      </w:r>
      <w:r w:rsidRPr="00C14D97">
        <w:t xml:space="preserve"> uvedené v</w:t>
      </w:r>
      <w:r w:rsidR="00A40B7A">
        <w:t xml:space="preserve"> Osvědčení, </w:t>
      </w:r>
      <w:r w:rsidRPr="00C14D97">
        <w:t>TP</w:t>
      </w:r>
      <w:r>
        <w:t xml:space="preserve"> či PTP, v případě vybraných položek</w:t>
      </w:r>
      <w:r w:rsidRPr="00C14D97">
        <w:t>. Účastník rovněž bere na vědomí své právní povinnosti z toho vyplývající.</w:t>
      </w:r>
    </w:p>
    <w:p w14:paraId="3A544A30" w14:textId="112BACD9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24600B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70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992"/>
        <w:gridCol w:w="1985"/>
      </w:tblGrid>
      <w:tr w:rsidR="00335375" w14:paraId="3362435E" w14:textId="77777777" w:rsidTr="00335375">
        <w:trPr>
          <w:trHeight w:val="687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335375" w:rsidRPr="000860E6" w:rsidRDefault="00335375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07453552" w:rsidR="00335375" w:rsidRPr="000860E6" w:rsidRDefault="00335375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562EA852" w:rsidR="00335375" w:rsidRDefault="00335375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9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33A6DAB8" w:rsidR="00335375" w:rsidRDefault="00335375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35375" w:rsidRPr="006240C3" w14:paraId="6E44F9C8" w14:textId="77777777" w:rsidTr="00335375">
        <w:trPr>
          <w:trHeight w:val="336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1A47D1B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Klíč šroubového závěru (CV721049001)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56F8901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335375" w:rsidRPr="006240C3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241559B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76C405" w14:textId="50442E6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Výstražník V1 (CV708289002)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AADC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ACEAB" w14:textId="18BBC3B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D7423F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4D784C9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11862B" w14:textId="62B5A4C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Výstražník V3 (CV708289004)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5505E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02012" w14:textId="7650917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6B3260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6419341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BCF1B7" w14:textId="6D7F1AF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Výstražník V5 (CV708289006)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1DE6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0E2F66" w14:textId="0BE91C0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3D19F3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19CD23A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085570" w14:textId="403A6A2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Výstražník VL5 s LED (CV708439005)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C2A50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18A0E" w14:textId="08E43EC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A21BD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635443C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995EE6" w14:textId="1C07D7F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Výstražník VL6 s LED (CV708439006)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DA9B5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6F15D" w14:textId="3749787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6478F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20A825E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51D3D8" w14:textId="73F4676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výstražníku SVN (CV708275020)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8B80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F96F24" w14:textId="18A03A9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297632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0AD15D8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61C22A" w14:textId="0230E53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Stožár výstražníku SVND (CV708275021)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62B62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F3ABEC" w14:textId="55F46AE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752D4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4401DE4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861A55" w14:textId="28D64B5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výstražníku SVV (CV708275022)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D114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7BFDC5" w14:textId="1CB5F4A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C364E1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6D91E4B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8DF2B0" w14:textId="40162D9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výstražníku SVVD (CV708275023)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A3F3D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CDADBC" w14:textId="0B77E1F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8ED518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:rsidRPr="006240C3" w14:paraId="58737BD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31F430" w14:textId="2DDEEB0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s výložníkem pravý výsoký (CV708275071)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71B3B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7A0D6" w14:textId="1123BFA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1FE3E" w14:textId="77777777" w:rsidR="00335375" w:rsidRPr="0049608D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7DA3A6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AE6CE9" w14:textId="5BEBD6E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výstražníku úplný I (CV708275001)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95050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FBED5" w14:textId="237B5E9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78B59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B18ACF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E63CFD" w14:textId="019FD72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Krytka plast. na matice M27 prodloužená (HM0549002004300)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BE98E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FC3AB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65812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AB26A8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34DAB4" w14:textId="6C0CA87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Hlava stožáru (CV708275240)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B7040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227C2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0298F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8822D5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58F21F" w14:textId="3CA8904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Těleso podstavce I (CV708030001)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4D78B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1BC14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D32D6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F0C9F8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2561C4" w14:textId="29B433D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Těleso podstavce II (CV708030002)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246F3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CBC16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C8B67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BC630F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7A5C7C" w14:textId="0135612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Víko podstavce (CV708030003)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3AD1A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8A780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2C1FA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C4D2BB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0B77DE" w14:textId="77DBCDE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Víko stožáru (CV708270045)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025CC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AE5C6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1B4C5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0C94D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62BA18" w14:textId="4678245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Jednotka elektroniky PVL 111 (CV708435001)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89EAD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03BFF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E8D3A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455FD9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7A98C7C" w14:textId="0A16ECC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výstražníku s LED PVL 112 (CV708435008)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7F353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2A090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A8A1D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5363E7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596364" w14:textId="2C87747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výstražníku s LED PVL 121 (CV708435016)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46D1D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EC0B4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79802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C8A744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73F44C" w14:textId="638B42E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výstražníku s LED PVL 122 (CV708435017)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6FC76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40777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33853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DA393C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A72D1B" w14:textId="7092A40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výstražníku s LED PVL 125 (CV708435086)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7A269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27817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F844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99AD13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23F7B7" w14:textId="44ABBA5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Nástroj pro demontáž DPS (CV708430190)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E314F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A796A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4B5F7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C2FF3D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A188F8E" w14:textId="0B19A4E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kříže (CV708405063)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480C5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0DF93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1F634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9C699E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08B018" w14:textId="71D81C5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kříže prodloužený 1009 mm (CV708265110)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58661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50F38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9BF30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18AE6D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887FFE" w14:textId="0AC3269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kříže pro II. výstražník 709 mm (CV708265096)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A31F7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FB238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8E98D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4E1842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846CEE" w14:textId="7BAB6C1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Kříž výstr. jednokol. kompl. A32a 640×360 mm, bez zvýraznění (CV002639003)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53C5E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DCB1F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A3683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F16ED0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B57E17" w14:textId="7A5F231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Kříž výstr. jednokol. kompl. A32a 760×505 mm, zvýrazněný (CV002639005)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B30E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46BFE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3D4F4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0F3ACF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B63CB0" w14:textId="2ED14CA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Kříž výstr. vícekol. kompl. A32b 640×500 mm bez zvýraznění (CV002649003)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4327F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6039F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9D9F4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A30280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0F9F93" w14:textId="2E7721F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Kříž výstr. vícekol. kompl. A32b 760×650 mm zvýrazněný (CV002649005)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698F4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A9D46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46762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49C38A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116AFD" w14:textId="2B5E3B5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Kříž výstr. jednokol. kompl. refl. A32a bez zvýraz. - od 2020 (HM0404229200107)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422E3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F4110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3E2EF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88B962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017722" w14:textId="5917978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Kříž výstr. jednokol. kompl. refl. A32a se zvýraz. - od 2020 (HM0404229200108)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44277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AC0C4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60C5A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C3A2FA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9BF618" w14:textId="791CF9D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Kříž výstr. vícekol. kompl. refl. A32b bez zvýraz. - od 2020 (HM0404229200109)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3CC24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4C85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B5DF0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D0C83B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B82243" w14:textId="67A9D19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Kříž výstr. vícekol. kompl. refl. A32b zvýrazněný - od r. 2020 (HM0404229200110)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0738B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1765D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AA22F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05FB29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D5396C" w14:textId="78D9C2D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POZOR VLAK hliníková (HM0404229991005)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08AF7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4029C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90281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93CDA4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EFD748" w14:textId="551505D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Nálepka 'POZOR VLAK' k tabulce (HM0404229991011)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229FD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5A441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F3B39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29A799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B35BBE4" w14:textId="228E625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POZOR VLAK smalt (HM0548234160000)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75EF1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6260A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23E1C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E7F647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5C4407" w14:textId="4B5ED3B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Parabola úplná (CV708135005)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AA72D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03B78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A5B78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71702E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5EDB34" w14:textId="0FED950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Zvonek pro VSZ (CV708135030B)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0C4A2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84D7F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5CE70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BCB712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2F5228" w14:textId="287A530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Patice I (CV708275030)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6F73B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B618C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E07A9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1043CA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A8383D" w14:textId="77D0238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Patice II (CV708275031)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82734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8DFD4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398DD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D444C0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9F7229" w14:textId="06F113F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Izolace patice (CV708030021)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EB707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5D8A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952F4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AD30A5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6F369E" w14:textId="6998D89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Izolace patice čelní (CV708030022)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F29E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469ED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4777F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700AAD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746EAD" w14:textId="27BA8A4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Svorkovnice levá (CV708275032)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C6C4C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77EFB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342F1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9D81FC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4EF536" w14:textId="3A5782B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Svorkovnice pravá (CV708275033)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21C90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29ABB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AC8E3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A78BC3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79AFEE" w14:textId="4A3E4D7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Propojka svorkovnice 6dílné (CV708030006)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5F1A2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7B08B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0AE17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7795B4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E74804" w14:textId="532DD34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Svorník úplný I (CV708275038)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C2A0E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A3F43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DCDF9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2777B4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3CC6DF" w14:textId="200EFB8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Svorník úplný II (CV708275039)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A6394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F0DBB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2AFEA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A2B4A0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179AC8" w14:textId="79D3138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Třmen zapínací I. (CV708400091)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99ACD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87B6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77E22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1DBE8D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1B8C25" w14:textId="31A0D41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Třmen zapínací II. (CV708400092)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DC37F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5CC8D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92ABF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BAEC14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9CDC57" w14:textId="01F5837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Třmen zapínací III (CV708290020)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BDB50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D567B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F993F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6495B8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E67793" w14:textId="42C0876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Třmen stupačky (CV708275048)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85F3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E8EDE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FB8C7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DC44A9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16C3D5" w14:textId="6F165B5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Stupačka (velká) (CV708275050)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63970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A68AF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2D027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1D6235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A6450A" w14:textId="47BB3E4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skříně (CV708275002)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B3749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C842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B7521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A194E2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D1AB65" w14:textId="7550CE4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Záslepka úplná (CV708285003)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A912F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4A50D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0B6B1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F659E1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0E4652" w14:textId="38068B9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Záslepka (HM0404070991605)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AC7AD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F1C67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58028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A8137D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0F8F80" w14:textId="6E267F1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Clona sluneční (HM0404070991606)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00E20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EB75F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1A502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1B27DA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3C9C0F" w14:textId="55E58D2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Stínítko (CV708280005)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3BDFB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032BE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B8196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E376D8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E2347C" w14:textId="6264492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Nosič výstražníku (CV708285051)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0462F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56A45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EB26A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41AFCA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B3E63E" w14:textId="3C5794B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výstražníku pravý (CV708405064)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94C8F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EF846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B72BD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877617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E00E97" w14:textId="06F2179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výstražníku levý (CV708405065)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9C85C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C4213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3B2E9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94BCDE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3A7974" w14:textId="1080ACA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výstražníku ATYL (CV708265098)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52331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7E5B3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7EE60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9CE73C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CD9329" w14:textId="336CCC4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výstražníku ATYP (CV708265100)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9373D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CF16B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A7DCC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6E44CB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45FBDB" w14:textId="6FE677F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Dveře universální nevybav. bez filtru (HM0404970990070)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BCD8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67E2F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7B2FC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F5926B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E71987" w14:textId="77944DC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Dveře se zámkem ZV bez filtru 10200150 (HM0404970990884)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CB21A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D6630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A0C95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BF41BB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DEF386" w14:textId="0F7A08B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Pětihran (CV708130045)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312E5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CB0D6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CE0DC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7F6C0F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45161D" w14:textId="57AE355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Zámek I (CV708285010)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E436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1CC3B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8C787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16E55C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9BA01F" w14:textId="51404B8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Zámek II (CV708285011)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5A68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75661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DBA5A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5BDC61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651C77" w14:textId="2A9E517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Zámek III (CV708285012)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01A45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0BB19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A9F23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75B9AA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D259E6" w14:textId="16A8DAE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Zámek šroubový (HM0404970991101)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CFA31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B0C80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F78FF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E9E671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DDACA1" w14:textId="66E306D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Podložka k zámku V1 (HM0404970990601)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34515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20461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2D22D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D7568D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9614FD" w14:textId="2E89688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Blok napěťových dohledů (CV708285100)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B00A2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821E4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D09F1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265B82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04C7EC3" w14:textId="687BCC6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Čidlo optického dohledu COD (CV708285101)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A7CEF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BAADB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A65DB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7EE7F3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6DDA78" w14:textId="705D383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Vysílač optického dohledu VOD (CV708285102)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63143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0C890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F1D11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0733EC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81BA82" w14:textId="4342D46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Vysílač optického dohledu VOD-2 (CV708285140)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DCD24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7D0CA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5BF28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B15AF0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F75F6CF" w14:textId="75DA2F7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přijímače dohledu DPD-ALMES (CV708285103)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8A3DD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7418E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EB688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03BDBC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5AAF3B" w14:textId="4E5C5BE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Přijímač AS úplný (CV708285107)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015FE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C9B36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F3777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326CA1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A60248" w14:textId="483E54B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přijímače AS (CV708285108)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B28C1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B4A1E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B4BF9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048F67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C2A847" w14:textId="1A44688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Víko přijímače AS (CV708280120)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BE8B0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E8603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BFDB3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1404A1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08BF01" w14:textId="4D6B463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Příjímač pro dálkovou aktivaci BPN-1.3 (HM0382241994001)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947A4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23EBB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173B0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1C047E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F67B54" w14:textId="277225F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BPN (CV708285112)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E6280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9B28B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7655A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4DB534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9E2166" w14:textId="6126669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Příslušenství kabelu BPN (CV708285113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741A0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182FF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F4653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B60926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C7454F" w14:textId="193A991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ASN-2 (CV708280174)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BAA99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07C63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4B073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F2D96D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5AD7B3" w14:textId="78106A0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Parabola s objímkou (HM0404970990049)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11DD4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637C6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A88CC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0AFC09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5C9C49" w14:textId="28BFE0B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Žárovka SIG 1820 12V 20/20W, dvouvláknová (HM0347260050001)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E49BB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37D88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7BCE8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E5650D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A5827D" w14:textId="641B937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Filtr bílý s vložkou D210 (HM0404970990065)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8BE44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C2579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A6C16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C73F88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BD43F8" w14:textId="10F5C3D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Filtr červený s vložkou D210 (HM0404970990068)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530E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91BD0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0E58D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F66C8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D209C0" w14:textId="3F66764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Filtr červený bez vložky D210 (HM0404970990071)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CD02E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F6722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86083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A3749A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A661DA" w14:textId="58D5637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Filtr bílý bez vložky D210 (HM0404970990072)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04B4B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94FBF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92EA6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1C1DB4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4B6DBB" w14:textId="0D55402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Filtr červený D208 (HM0633300510000)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BD836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67433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8B4AD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D27B84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344575" w14:textId="1A8B821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Filtr lunobílý D208 (HM0633300520000)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5977C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54610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1A7C8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B806D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41C8F4" w14:textId="750AAFB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Fotosenzor červená PH01R (HM0404970990074)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C714F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7BA61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9F84D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6A31C7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BB4FF8" w14:textId="3603763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Fotosenzor bílá PH01W (HM0404970990075)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F7989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A594E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4D32D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947723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362969" w14:textId="3DD9FB8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 označovací (HM0404970990177)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DF5D5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0B9A6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305C0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116B57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AA615A" w14:textId="6E947AE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Konzola montážní výstr.horní 8000510 (HM0404970990400)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658DB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F98A8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4444F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041D38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B3C422" w14:textId="513C0DF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Konzola dolní (HM0404970990401)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78349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85DEB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BE013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91716E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D4056D" w14:textId="07EFB38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Konzola dolní HM0404970990401 (CV708285056)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E0FDE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78DEC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06848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3DCE33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86B9E0" w14:textId="11C7789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Sada polepů kontrastního rámu ZV DS200-203, 50 mm × 3,3 m (HM0404970991100)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958DE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72CF3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8405B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28D0AF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73F237" w14:textId="2C693EC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Táhlo II (HM0404081110100)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20042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4BC2F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82D75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5F7AB1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71F684" w14:textId="5C9AF61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Podložka plombovací 71120D-111 (HM0404081210000)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0B1A8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06123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F6ED3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550B90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85F952" w14:textId="3FDEE1D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Matice plombovací 71120D-123 (HM0404081230000)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BA8AB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67823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FB509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E194CE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52E174" w14:textId="648AABA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Zvon el.bez dohledu ZZ-01 70838A (HM0404229200007)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A0233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74BDF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A9832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CDCB4C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63BBA2" w14:textId="36E8088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Zvon elektronický ZV03 (CV708009001)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21ED3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96867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B1462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78AB6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F83EE8" w14:textId="4EBE9381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Zesilovač akustické výstrahy (HM0404460270022)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92197B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E85D4C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500FBE" w14:textId="77777777" w:rsidR="00335375" w:rsidRPr="00455647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F9BB40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870CFD" w14:textId="6E455E09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zesilovače akustické výstrahy (HM0404460270023)*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0A2956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E0C9DE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AD2CC8" w14:textId="77777777" w:rsidR="00335375" w:rsidRPr="00455647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E2F6C2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466E2F" w14:textId="7CF24A50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Zdroj přijímače akustických signálů (CV708285153)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FDE481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340421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8F229B" w14:textId="77777777" w:rsidR="00335375" w:rsidRPr="00455647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E8165C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50EBAA" w14:textId="5B23B39A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Vysílač akustické signalizace VPN-02 (HM0382241994009)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6D9CDF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27CEC2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33C7B5" w14:textId="77777777" w:rsidR="00335375" w:rsidRPr="00455647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D21AF3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3E9D85" w14:textId="45943DAC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Vysílač dohledu výstražníku VDV (CV708435018)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2DF02C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63C7BC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F26BE2" w14:textId="77777777" w:rsidR="00335375" w:rsidRPr="00455647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10632D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9101AB" w14:textId="488ACF9E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Sloupek dist. pro upevnění vys. VDV a VDN ve skř. </w:t>
            </w:r>
            <w:r>
              <w:rPr>
                <w:rFonts w:ascii="Verdana" w:hAnsi="Verdana" w:cs="Calibri"/>
                <w:sz w:val="20"/>
                <w:szCs w:val="20"/>
              </w:rPr>
              <w:lastRenderedPageBreak/>
              <w:t>výstražníku (HM0374565993808)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F9F801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AC2264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B042FA" w14:textId="77777777" w:rsidR="00335375" w:rsidRPr="00455647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76C41D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836756" w14:textId="45E3B46F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Signalizace akustická ASN-2 (CV708285152)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20187F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589A34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207D1B" w14:textId="77777777" w:rsidR="00335375" w:rsidRPr="00455647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2AF3C0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C01FE9" w14:textId="1C258536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Signalizace akustická ZN-24 (HM0404229200020)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94E22B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B5721F" w14:textId="77777777" w:rsidR="00335375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E7FBAF" w14:textId="77777777" w:rsidR="00335375" w:rsidRPr="00455647" w:rsidRDefault="00335375" w:rsidP="005A61E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014D77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2CCB64" w14:textId="154DE05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Přijímač dohledu napětí PVL (CV708435006)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83B67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FAAAE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7A121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0805AA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4EAC46" w14:textId="67A4E2E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Přijímač dohledu výstražníku PDV-A do kazety Almes (CV708435019)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33DBA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7EC14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C8B2C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6BDEA9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207D68" w14:textId="3BA12AE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Přijímač dohledu výstražníku PDV-S do kazety Schroff (CV708435050)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77CB4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BE747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86642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A6F7D5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5BBEEE" w14:textId="30F6E2B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Přijímač dohledu výstražníku PDV-SN do snížené kazety Schroff (CV708435056)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B8A43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8110E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721A7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E219EF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9A41C0" w14:textId="0A644C5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kontroly přejezdu DKP 2 B (HM0404229990162)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D9692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A491B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77771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3C9ED1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08920DE" w14:textId="44D07DF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Spínač zvonců (výstraž.) SZ (HM0404229990225)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BEC4C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90083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9824D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D99A7A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5A0EDE" w14:textId="0D7E467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Kryt odnímatelný ZV kompletní (HM0404229991015)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F93F6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031E3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AA700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F768AD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E58111" w14:textId="4061871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Rám kontrastní (HM0404970992215)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954F0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04AD6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7E4DA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C75AA8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FC6125" w14:textId="7887501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Kryt optický TM 1:1 s obv. krytím (CV708435092)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279B1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75823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1269E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AC7568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44D6F3" w14:textId="7A1990E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Kryt optický TM 3:1 (CV708430093)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F6EA9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92732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597AC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B60F18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8CE23A" w14:textId="41D8A71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Stojan závory s pohonem - P1V (CV708409001)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CFCC9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E9CBD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3E26B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6996C3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68187F" w14:textId="2F8EE79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Stojan závory s pohonem - L1V (CV708409002)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8087C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E55CE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2A80B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7F0DC3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589730" w14:textId="185825B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Stojan závory s pohonem - P2V (CV708409003)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ACCC2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1FD09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9269C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2EC2B6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621263" w14:textId="08AC83E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Stojan závory s pohonem - L2V (CV708409004)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683F4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503C1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1D37A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15C2CF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79D4E2" w14:textId="5D4BF56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Podstavec (CV708265006)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E8D8A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CBCCB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78763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7B15E5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A5E827" w14:textId="46123FC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Patice závory I (CV708265033)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C817D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46FCE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61F2E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7827CD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A6FE59F" w14:textId="452529C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Patice závory II (CV708265034)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C8CFE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DD24F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DFF33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B33E8B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2BE7EA" w14:textId="3DBFAC0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závorové 7,5 m (CV708265003)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6CC70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1B911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9AC2E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D4E718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8F8B6D" w14:textId="7D36628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závorové 6,5 m (CV708265007)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E49B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3BF06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839DE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13BEB7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3AE1E6" w14:textId="2A6DB4E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závorové 5,5 m (CV708265004)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F8EAE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5787A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FC5AF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9BC6C2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18FC81" w14:textId="4DC2954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závorové 5,0 m (CV708265008)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9BD66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7DED3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0213B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56CE67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C8B108" w14:textId="3CE5B2F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závorové 4,25 m (CV708265009)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3C3CF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FBF7B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5B30D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08EFFF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90F2D5" w14:textId="530E7B7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Břevno závory KC 9 m (CV708405262)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C0A08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DB625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59654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8A2FFB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30122F" w14:textId="6DA3CC7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Břevno závory s unašečem 9 m (CV708405011)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36867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D0702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6B262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A11202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4F63A2" w14:textId="3FE6CBB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s unašečem 8,5 m (CV708405010)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ADF08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F0569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377F0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038C0C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DE03BC" w14:textId="1421FC0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s unašečem 8 m (CV708405009)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41F7F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D2D98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F01A9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4ACEB1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E56AB4" w14:textId="76CE7C7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s unašečem 7,5 m (CV708405001)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3B544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1C2BC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C8A69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654782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C9CAD7" w14:textId="6A8AF9D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s unašečem 6,5 m (CV708405002)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7788F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CF983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107B3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A2397B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1FC509" w14:textId="709E8D2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s unašečem 6 m (CV708405003)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D69D8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65DA7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7A2D2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C773D6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837A1C" w14:textId="0D9932C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s unašečem 5,5 m (CV708405004)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F05F6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A084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6D703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80EDE1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DA7936" w14:textId="493D1B6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s unašečem 5 m (CV708405005)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68C0D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BAE91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8D3AA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036C73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B60849" w14:textId="48516A4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s unašečem 4,25m (CV708405006)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68CC2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6C18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FBAD5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596972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64374A" w14:textId="7668000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Břevno závory KC 8,5 m (CV708405261)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AA0B6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84DEB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60D9F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2226FE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3F2786" w14:textId="0ED640F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Břevno závory KC 8 m (CV708405260)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DC1E5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83CCB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51407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B473AE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6C9B8D" w14:textId="4C8752E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KC 7,5 m (CV708405025)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984E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16113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9EFC7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0171CE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2CFFD4" w14:textId="7E84DFA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KC 6,5 m (CV708405026)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5F4DB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346BC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184B8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F56017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E00BF7" w14:textId="4A8410A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KC 6 m (CV708405027)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37FF0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3FE34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FFAB2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481B57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F7C0B5" w14:textId="477FEFE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KC 5,5 m (CV708405028)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A893D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3C0F1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1B045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495647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1E17C5" w14:textId="12230F7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KC 5 m (CV708405029)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82AA7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D1B4F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1995D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FAA707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E13C38" w14:textId="66160C7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závory KC 4,25 m (CV708405030)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CFDB8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24AF5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66A3E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BE9F8E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09420D" w14:textId="76E849A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závory KC (CV708405068)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37DCE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21ED7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9F075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6608ED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00D453" w14:textId="485F710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Skříňka svorkovnice KC pro montáž dřev. břevna na AŽD99 (CV708405070)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DE6A8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AA09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41E7A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3828AD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464482" w14:textId="107EF04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dřevěného pro litinová křídla UNI u PZA100 (CV708455708)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BF00E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9250F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38222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B130D2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E638CF" w14:textId="70D4C77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připevňovací (CV708385052)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1E53F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87DA6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D1CF8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78E224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066CFB" w14:textId="2DF5A4E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připojovací (CV708385053)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8FDDC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3D152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179E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3512DA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4A03E1" w14:textId="43C42F6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spirálový oranžový (CV708405071)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8381D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18EA4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E1539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6F7932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1E9763" w14:textId="585C259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Doplněk břevna ZSH 2,5 m (CV708425055)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A2AED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1A744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EC940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330615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20692D" w14:textId="621AE62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Doplněk břevna ZSH 3,0 m (CV708425056)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6FA6F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63F28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5BAE0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C11FBE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B9BB3B" w14:textId="3CFC26E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Doplněk břevna ZBH 1,5 m (CV708425057)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50940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4CE42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DAA5A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78145A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2B2410" w14:textId="306D69B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Křídla s protizávaž.velkým (CV708405007)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1335F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0AB28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70B94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BBAC91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47F58D" w14:textId="707DB71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Křídla s protizávaž.malým (CV708405008)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A3F69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37ECE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89136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842DCB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01DB85" w14:textId="21E517B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malé (CV708021147)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4F446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00CB8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8D1A9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FADF45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23AE6D" w14:textId="6CCB89C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velké (CV708020146)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E7648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08CCE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A9EB2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ED7C6B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67FAD1" w14:textId="5772011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AŽD 99 P pravé (CV708405015)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0DEE5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7CF48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D4A4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083825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E066C6" w14:textId="4B9FDE9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AŽD 99 L levé (CV708405016)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D3808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F5FF7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56B5A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CCA476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FD4394" w14:textId="4F2B128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malé úplné (CV708405066)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165E8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35607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C3C0D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FF01B1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20A270" w14:textId="4272D6C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velké úplné (CV708405067)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04A34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F835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36D75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B303C6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3D809E" w14:textId="4AA6754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Západka kompletní (CV708025011)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7BF14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E446B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7A12C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0E61D4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EDC0C4" w14:textId="6EEEB8C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Západka IV (CV708025081)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08C9D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33FE2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A9A9D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E8C9CC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FBE027" w14:textId="57329D4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Západka (CV708405181)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D3207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916F7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6CFF5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C2D574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7189CD" w14:textId="4BC88CA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Čelist opěrná norma 70802DS017 (CV708025017)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C0484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A0A3B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B606B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DCC981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ED5213" w14:textId="67C7BC2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Spojka třecí (CV708025006)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72876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C0845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A1808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BAB78F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D2159E" w14:textId="748AF35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Těsnění (HM0404981410098)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942CB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84F61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E0FF3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08388E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7FAFDC" w14:textId="11A57CF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Kontakt spodní (HM0404981490000)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8A8F7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AED4D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29468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0EB5C8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564193" w14:textId="14B8B47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Kontakt uhlíkový 71120DS026 (HM0404981990114)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1E6A3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DE64B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CB00D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98E21F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14E497" w14:textId="0CF0798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Uhlík (CV708020117)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9235E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2A5F2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90D6D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AA3532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5FE5A3" w14:textId="0071DA6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Destička izolační I (CV708020096)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F94E6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414AA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DA2AA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EF02B2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E511FD" w14:textId="2AD5408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Destička izolační I (CV708400098)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EFCBB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7C75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55FDA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7544FA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75BAF9" w14:textId="5219F02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Destička izolační II (CV708020102)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92BEB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AA7D2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8FBD0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FFD898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35BE34" w14:textId="481E335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Destička izolační II (CV708400099)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CECAA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41229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D8BDF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4619C6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F785A3" w14:textId="49A355E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Destička izolační III (CV708020103)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CEA94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41451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04489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93A5E8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4DF5D0" w14:textId="1A22A66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Destička přítlačná (CV708020091)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DC280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F9150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A857B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598EB6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6B2F8F" w14:textId="3E578FF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Dioda upravená (CV708025095)*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0C350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5B0A3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A47E9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1E31A0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B70B10" w14:textId="403A036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stykače horní (CV708405159)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30086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BF3BF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6C902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B476C8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556158" w14:textId="0CA1E4C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stykače dolní (CV708405160)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8466E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6B8D8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21019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6BFBB9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C1CC7D" w14:textId="39D390D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Stykač (CV708405158)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CEB4D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FCAFB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EDD2E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F3F37B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8D98C4" w14:textId="0469934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Pružina doteku (CV708400097)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2A5EE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87E3F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4153F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B889B8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7970E8" w14:textId="6143E39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Dotek pohyblivý (CV708405161)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ED3CD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42CAC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6B397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32F233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C75FF8" w14:textId="047EAE5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Dotek pohyblivý 3 (CV708405162)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B97FE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6C1CA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940FC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7A8CA6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1AD310" w14:textId="0AF2DF9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Dotek pohyblivý 3Z (CV708405163)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1FD71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8A813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8CE7E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4F10C7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077415" w14:textId="2278DFE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Dotek pohyblivý 5 (CV708405164)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FD0BA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B46D6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D574D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EE7E71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4ACED9" w14:textId="12335DC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Doraz kontaktu (CV708405165)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EE4DD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2D50B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7DDF2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7948C6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B0D8CD" w14:textId="57A1EE4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Dotek pevný (CV708405166)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7A20F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4E89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04A0A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590155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ED2ED1" w14:textId="7A3F79E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Dotek pevný 2 (CV708405167)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29B8B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9FB4C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E5D7A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1883CE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3EAEBB" w14:textId="703477C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Dotek pevný 3Z (CV708405168)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C1FFB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7D049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27377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67D529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7118B6" w14:textId="27E3AD4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Dotek pevný 5 (CV708405169)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CDAB5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3450A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05E05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3F584B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A99DC5" w14:textId="647BB8F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Segment ozubený (CV708400069)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164A8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35430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5A442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47E318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14B59D" w14:textId="7972ACD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Rohatka (CV708400119)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883CC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9051C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9DC43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C4C493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2D5387" w14:textId="3F5DDC9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Zařízení spřahadlové (CV708405180)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EA546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B4147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82ADA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C139E6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B723D8" w14:textId="0EE586D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Západka s pákou (CV708405182)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E6CB3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0DF9B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31659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0A85F6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0DA33E" w14:textId="1673DAF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Pružina tlačná Z (CV708400113)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3C44D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28976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470C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125BDF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4E2B43" w14:textId="75A3701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Rohatka nastavovací (CV708405183)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DE95D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270D2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3180C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437E4B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A6C424C" w14:textId="1A1138E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Konzola kotvy (CV708405188)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381E4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EE33E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4A01E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B163B1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84665B" w14:textId="21C1595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Kotva elektromagnetu (CV708405189)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76AC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A742B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B6F65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8620F0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5E5512" w14:textId="118CA9B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koncová I ND 2 m (CV708400719)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F2767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B6C44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9417C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340DA7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62137C" w14:textId="5C57557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koncová II ND 1,5 m (CV708400720)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92596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7CD10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6D040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180720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44C4F6" w14:textId="1D760EA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koncová IV ND 3 m (CV708400722)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45110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ABC09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093D4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00CE18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A49CD4" w14:textId="551D938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koncová V ND 3,5 m (CV708400723)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211E6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98F1E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85B8B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706C7F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6C6A83" w14:textId="6AB29BD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Elektromagnet (CV708405190)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3EE34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A203C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77626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BEDA19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24257D" w14:textId="61110DC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Cívka elektromagnetu (CV708405191)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BF321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F12B4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15AF2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04A245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87764D" w14:textId="664A452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Hřídel (CV708400061)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D25F4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9D476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C9583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4A4E0B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B738AC" w14:textId="4A4B323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Kolo ozubené s pastorkem (CV708405206)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05DC2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DB8A7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5B464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9626A1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15E92B" w14:textId="41D36F4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Kolo plastové ozubené s pastorkem (CV708295004)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9F00C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EE545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26A3B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33DEDE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6033D9" w14:textId="675FFEA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Motor pohonu závor AŽD 99 (CV708405157)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B2057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87925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053E8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7C8433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FEB593" w14:textId="68BA52E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Pohon závory úplný (CV708299002)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88778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5E7FE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5DEFD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5543C3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787779" w14:textId="4F0AF46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Hřídel pohonu (CV708450480)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8C3C3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EDF87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61F72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2B3B88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D35121" w14:textId="7250069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Šroub stavěcí Z (CV708400115)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DC2D4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C2429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81FC2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646F2F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8C01AE" w14:textId="031A890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Závora PZA 100 (Al odlitek) (CV708459003)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293D2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1C3CA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4F24E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A2A1D0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181B21" w14:textId="2C07C33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Západka (CV708450045)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D5B8F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2514C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9AC95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B4EE1E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6A333A" w14:textId="40D8B72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Zapevnění (CV708455108)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3C3F5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55DB0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C02B6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E823CA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33BE42" w14:textId="54F7170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Blokovací jednotka I (CV708455530)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16A28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66B40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14F18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04AD08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EEAF08" w14:textId="263C3D4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Blokovací jednotka II (CV708455580)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BDB31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8BD2C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21948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2E4B56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BB620F" w14:textId="70082B7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výstražníku SUP (CV708455020)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ADBCA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2B3F6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2BA84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01A608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2BB119" w14:textId="0478E13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výstražníku SUL (CV708455021)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35E89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29DBC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E0333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F007A0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E4891F" w14:textId="2C655C4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výstražníku SUP zvýšený (CV708455022)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6D41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842F0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0BCE9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FFDB7B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3741F6" w14:textId="4792642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výstražníku SUL zvýšený (CV708455023)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EA2A0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5AFE1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D35F5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A6D896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E8F1C1" w14:textId="56188A1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Klíč tlumiče (CV708455029)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8F37D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5D9B2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152D0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DFD716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4556CB" w14:textId="0675E24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Sada klíčů spojky (CV708455036)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1F90D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04AC4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51D24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08D051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D3314F" w14:textId="7377974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Spojka pojistná (CV708455106)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179D3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F7D21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43F7F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D91D72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111356" w14:textId="4DF3BA4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Kolo pojistné spojky (CV708455116)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1FABE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117DE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18C6D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076627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2521DD" w14:textId="1A3D882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Kolo volnoběžek (CV708450023)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9111A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5FCD0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493B5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AF0566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83F6FD" w14:textId="459D755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Hřídel brzdová (CV708455570)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A6F33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CD84B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69EE8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B090D2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4EF53D" w14:textId="44AB92C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Rotační část brzdy sest. (CV708455571)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231B5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DC03D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8CFE6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188892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A5AA02" w14:textId="0529AB2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Kryt otvoru SU (CV708455127)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77EC8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BA2D7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70200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A61BDC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755360" w14:textId="2A9834D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Box převodů (CV708455502)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C7E2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50E78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CDF5F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1D0A2A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9AD290" w14:textId="2C2EDF2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Kolo sestavené (sestava plastového středu s Al ozubeným věncem) (CV708455545)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8CD6A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136D5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5707B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E90990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3722C5" w14:textId="1D3317C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spínačů PZA 100 (CV708455507)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3DB8C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E79D7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91986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F89D90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26E30A" w14:textId="4C252EB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Sestava elektromotoru ATAS-SZ (CV708455211)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E0A25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BFD34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19C43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4E89E0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C2D2BA" w14:textId="497E56D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Sestava elektromotoru EM-SZ-U (CV708455508)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1B34C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C4EFB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2E150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8217FD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BD234C" w14:textId="0ED60B3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Sada spínačů (CV708455063)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FFD91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3880A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AC681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810125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35327E" w14:textId="4479DF2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Sada spínačů Honeywell jako náhrada CV708455063 (CV708455550)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DEC92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D73AD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98FD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2A47F8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D92350" w14:textId="1273AE2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Tlumič (CV708455503)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2C789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1C4D5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CF094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817D25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60BE82" w14:textId="7AEC916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Zátka soudková D=40 (HM0548240001230)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7947D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C4AE1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574C5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FA015E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B312F9" w14:textId="60927BE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Přepínač mžikový S800E (HM0373399991838)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EB7C6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1039C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4B1A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80B49C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8AF662" w14:textId="6EA806F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Přepážka spínačů s vymezujícími ploškami (CV708450555)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1AFF6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C5825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260E9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91BC72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234092" w14:textId="3F20E8F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Stykač (HM3471523115910)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70F3E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4A077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0C2CB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8D0245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F92502" w14:textId="6C96D3B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Usměrňovač URDO pro PZA100 (CV719269031)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0D89D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6E5F0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3FE8B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1742F1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7EE6E2" w14:textId="7144772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Pružina oc. tažná (HM0315179001110)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6C3B2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26213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5BB0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4A7E81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DF9570" w14:textId="6A9C208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Konzola pro montáž kříže (CV708405095)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74C49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A621E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6F875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D4C244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65C5AD" w14:textId="0299DE8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Víko skříně pohonu závory PZA100 plastové úplné (CV708455511)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5D529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36556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77357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4F0554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A19D4E" w14:textId="63F9921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pryžový EPDM 70 - těsnění víka skříně PZA100 - 2,5 m (HM0273269990090)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1C8DE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7DC01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3E5FD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E775D8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8AB608" w14:textId="7866620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Šroub pojistný - pětihran uzávěru Al víka (CV708450512)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76207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C8E4C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FD74D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E072EC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3DFDA6" w14:textId="0ACBD06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Šroub uzávěru (CV708455512)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388FB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EF159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1CD43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89B169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4A797D" w14:textId="4806F73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Záslepka M20×1,5 pro nevyužitý otvor KC (HM0345609993213)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239E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92075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31190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F6B7CA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23D188" w14:textId="4E4756E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Zátka lamelová pro zaslepení otvoru v protizávaží (HM0321085600000)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29F2F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5B068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15911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61C5D4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BFA8DA" w14:textId="21DE4FF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Sada uchycení pro dřev. břevna s KC na křídla šroub. na PZA100/200 (CV708455536)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BD789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C7A74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6801D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B37293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C71914" w14:textId="68AE5AF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Protizávaží velké L (CV708455315)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1A0B5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31610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64C06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B6A214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5D2583" w14:textId="03E5BF2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Protizávaží velké P (CV708455316)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74F51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EC7AA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29608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969BD8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55EFFD" w14:textId="1FE419A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Protizávaží malé (CV708455317)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E490E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97DF8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66662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03EDF8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08220E" w14:textId="0CBA1D7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Skříňka svorkovnice KC pro montáž dřev. břevna na PZA100 (CV708455540)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0F34F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6F1B2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719A7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B2A0C5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ABE26C" w14:textId="5B098F0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Křídla Al s protizávažím (CV708515050)*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1A353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78025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FF173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49DC72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8EE202" w14:textId="18C2261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L sestavené (hliníkové s čepy) (CV708515041)*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816C7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2B40A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5B8F8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00AE7D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B335C9" w14:textId="6B3B181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P sestavené (hliníkové s čepy) (CV708515042)*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2343D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EDCD6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ED6A1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D51705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1ED83D" w14:textId="55171F5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L (hliníkové) (CV708510052)*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5A434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D3A73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C32AE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E1634D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544358" w14:textId="731B0ED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P (hliníkové) (CV708510053)*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A865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518E7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D3454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3C46CA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FE9590" w14:textId="701663E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uni-L (litinové s pouzdrem) sestavené (CV708455700)*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C768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1AE76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2BA77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FE4490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23240B" w14:textId="2603FF3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Křídlo uni-P (litinové s pouzdrem) sestavené (CV708455701)*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2A7FF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7C8CA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2E00D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4A96CB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6F0B810" w14:textId="0262E0E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uni-L (litinové) (CV708450702)*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D22EF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602B4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68CDB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2EE1C8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397541" w14:textId="265A1A4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Křídlo uni-P (litinové) (CV708450703)*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53FD6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2D3A7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2A117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E5F213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2DB9DD" w14:textId="77777777" w:rsidR="00335375" w:rsidRDefault="00335375" w:rsidP="00E83D8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Čep křídla (nahrazuje vnitřní čtyřhran) (CV708510055)*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401CDE" w14:textId="77777777" w:rsidR="00335375" w:rsidRDefault="00335375" w:rsidP="00E83D8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A0325D" w14:textId="77777777" w:rsidR="00335375" w:rsidRDefault="00335375" w:rsidP="00E83D8D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B8D8BB" w14:textId="77777777" w:rsidR="00335375" w:rsidRPr="00455647" w:rsidRDefault="00335375" w:rsidP="00E83D8D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6CB7A9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1BBF5F" w14:textId="69AE663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Pouzdro křídla (CV708450716)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898B3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AD649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F8B88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F927F4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5684DF" w14:textId="69F729E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levé (CV708515025)*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41E0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70C32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FC0D2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67E6C4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9F1E64" w14:textId="4A0EE25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pravé (CV708515026)*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5DDE1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1EB4B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076A1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2A6910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981216F" w14:textId="380D637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(CV708510040)*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EC5E6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EEE01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1805E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3B68B5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368B28" w14:textId="74ADB9D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závaží (CV708510041)*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85701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2A3E8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ACC96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2C4FAF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5BDB15" w14:textId="47BFB01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Vložka závaží (upevňuje nosič závaží na křídlo) (CV708510043)*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F0737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8B91D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66187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33B9A3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71E3C8" w14:textId="1FD26E4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Šroub zajišťovací - nosiče závaží (CV708510042)*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3C3A5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97B8E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9E76A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28C07C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0CE25F" w14:textId="66DDFF3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přídavné levé (CV708450401)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5516A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52CAB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38150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84B698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E42B6A" w14:textId="6D950E9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přídavné pravé (CV708450402)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626C0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D83A2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3C386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C6BE54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122A8A" w14:textId="0A5D8B6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Závaží nosné krátké (CV708450403)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F6A66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59C48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D67C5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352E5E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347BBF" w14:textId="41B8B78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Vložka připevňovací (CV708450082)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7C289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2E6A1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A905D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25F37E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CFED04" w14:textId="6665346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EKC sestavený pro křídla litinová UNI u PZA100 (CV708455709)*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C4772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1C4F6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1E6D9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389A50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EB2F690" w14:textId="5397E0A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2,5 m se světly na levém boku (CV708485312)*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A9D3C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2EF8A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05D35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7BEA43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BB4191" w14:textId="049352D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2,5 m se světly na pravém boku (CV708485362)*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CF37D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9CDBC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A7A05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E61C50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04228CC" w14:textId="22DD137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3,0 m se světly na levém boku (CV708485311)*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23E74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6CB8C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FA963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0430AE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F05CFDF" w14:textId="163F7EA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3,0 m se světly na pravém boku (CV708485361)*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04987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591F9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1E878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DE069D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BF0254" w14:textId="1CEB047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3,5 m se světly na levém boku (CV708485310)*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C9371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5360B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B34EB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FA293B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756D59" w14:textId="7F1738B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3,5 m se světly na pravém boku (CV708485360)*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F0B56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6B90C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9EC96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A8FEBC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548DBC" w14:textId="38E7F5D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4,0 m se světly na levém boku (CV708485309)*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CE43B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084B7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531A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F2FC40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5EE17A" w14:textId="35CEEA7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Břevno EKC 4,0 m se světly na pravém boku (CV708485359)*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FD0C9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D7EB4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6992C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EEDDEE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3632D6" w14:textId="5E06656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2,5 m (CV708485432)*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91B4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A83CF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37EF8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4060A9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8038D6" w14:textId="366DB9E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3,0 m (CV708485431)*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113F8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BF43C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9847C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576AAC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ACD500" w14:textId="2A827CD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3,5 m (CV708485430)*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74297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6739C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20840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31A695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A1AFC1" w14:textId="6AFBD90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4,0 m (CV708485429)*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E0536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ECA3E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57EC8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4B3F28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AA27D1" w14:textId="5AC1159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4,25 m (CV708485027)*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C66CA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42C93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2D08B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4F932F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2F6083" w14:textId="3C652E9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4,5 m (CV708485028)*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96316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F1C53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267F9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A6132A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5EC354" w14:textId="10BA668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5,0 m (CV708485026)*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783F5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22AD9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69800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0CE0D7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38E142" w14:textId="59FBF79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5,5 m (CV708485025)*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269FA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C8B5F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F9CA2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5FC5EB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C3BA77" w14:textId="3255948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6,0 m (CV708485024)*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D522A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9F15B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10FE6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EA6419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E6B88C" w14:textId="182FB58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6,5 m (CV708485023)*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2948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47AA7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63B1B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52142B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8CDFF1" w14:textId="795364D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7,0 m (CV708485022)*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77E3E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6F46C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FBE23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1758E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71CBA7" w14:textId="0F4F73E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7,5 m (CV708485021)*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9E8DA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ADEEA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AA51F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A4BB7E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A2E49F" w14:textId="761F286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8 m dělené (CV708485020)*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29972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999D7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3A012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E16FB9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4E2500" w14:textId="245D16E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Špice pro EKC 8,0 m (CV708485370)*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EE3F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0D9F0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9B68F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C2A2FF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8A3123" w14:textId="2244C44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8,5 m dělené (CV708485019)*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8BEFF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81EF4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C5967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9B42C6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605BD2" w14:textId="432ADD9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Špice pro EKC 8,5 m (CV708485369)*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F44B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EC91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9D683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12FA19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160F04" w14:textId="5E84B99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kompozitní úplné EKC 9 m dělené (CV708485018)*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4AD9E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97524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3B7CC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9A1C7C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E5FCBF" w14:textId="24D16CE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Špice pro EKC 9,0 m (CV708485368)*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1E05F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D8127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489C5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4754EC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6800C4" w14:textId="114B2AC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4,25 m se světly na levém boku (CV708485308)*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F22C7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A0426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1FF7E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3BD872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DCEFE8" w14:textId="0BB5578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4,25 m se světly na pravém boku (CV708485358)*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EC705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9FC53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5E1E4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85BD36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66D5B6" w14:textId="46ECCA1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4,5 m se světly na levém boku (CV708485307)*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21A29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67AE9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A2672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CD745A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F59CD0" w14:textId="05109BB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4,5 m se světly na pravém boku (CV708485357)*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8DB58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79A6F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07A1C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2C6709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17857D" w14:textId="69333F8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5,0 m se světly na levém boku (CV708485306)*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690B0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D9579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016D2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5A7D89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438B10" w14:textId="6E1A16A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Břevno EKC 5,0 m se světly na pravém boku (CV708485356)*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3ABD1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74810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87D94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765CE6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DF9C94" w14:textId="79E31BD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5,5 m se světly na levém boku (CV708485305)*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6935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CE2AB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49B9B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B8D4EE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B23E9B" w14:textId="18B002F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5,5 m se světly na pravém boku (CV708485355)*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18A03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C74B0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9523D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30D5AF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12918A" w14:textId="336E7AF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6,0 m se světly na levém boku (CV708485304)*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6622B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4DA5B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DA0C0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BDF22B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A81659" w14:textId="306F7F1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6,0 m se světly na pravém boku (CV708485354)*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6E5EE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3AA29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7C9EA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6B5C11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B52B36" w14:textId="406C564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6,5 m se světly na levém boku (CV708485303)*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476B3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E90A7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42C61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126235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B0B8F8" w14:textId="173693F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6,5 m se světly na pravém boku (CV708485353)*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B4E6A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013F0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DAD4E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EAC540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97DB36" w14:textId="23D86BF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7,0 m se světly na levém boku (CV708485302)*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C192A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22EA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98882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3F083E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8D79B0" w14:textId="40B1A8E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7,0 m se světly na pravém boku (CV708485352)*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82347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23D02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F4A1C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BBEA19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4D2081" w14:textId="7AA9BA7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7,5 m se světly na levém boku (CV708485301)*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4CD8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ACA32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FB1E1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3B0B4E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87F38D" w14:textId="5C64A1C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7,5 m se světly na pravém boku (CV708485351)*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7241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50653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47C72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888587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E45BD21" w14:textId="1B9E60A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8,0 m dělené se světly na levém boku (CV708485300)*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758E3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DE2ED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B8044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BAA615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944EDF" w14:textId="25EDA91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Špice pro EKC 8,0 m se světly na levém boku (CV708485380)*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A2A08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F5E50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6083B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835A95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6BAF9A" w14:textId="297D0F2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8,0 m dělené se světly na pravém boku (CV708485350)*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3CA37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5854F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C052D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632397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F524F70" w14:textId="3DBB3AA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Špice pro EKC 8,0 m se světly na pravém boku (CV708485390)*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BE595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76871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2A775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5BCA8C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CDEB6B" w14:textId="52C64A0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8,5 m dělené se světly na levém boku (CV708485299)*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CD31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7907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6DFE2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1F08CC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DB8484" w14:textId="1C129FD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Špice pro EKC 8,5 m se světly na levém boku (CV708485379)*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77B1F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F32DC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308F2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940538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3EFAC3" w14:textId="118B0F3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8,5 m dělené se světly na pravém boku (CV708485349)*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26D32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7F172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A7C51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8D6ACA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1860FD" w14:textId="1ED474F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Špice pro EKC 8,5 m se světly na pravém boku (CV708485389)*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4D916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CF8E1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8B876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F2698F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61F85AE" w14:textId="579837D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9,0 m dělené se světly na levém boku (CV708485298)*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58202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D65DF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E0D3B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DCA873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12AB5F" w14:textId="05A2321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Špice pro EKC 9,0 m se světly na levém boku (CV708485378)*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4529E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64C32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9F995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8A749C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F6C4D8" w14:textId="3A680B5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Špice pro EKC 9,0 m se světly na pravém boku (CV708485388)*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EA5DC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1C3D7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6EAB1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DF82B0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1F8A4A" w14:textId="4488264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EKC 9,0 m dělené se světly na pravém boku (CV708485348)*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092E0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665C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C655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02A77F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A74837" w14:textId="36306C0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EKC sestav. pro křídla šroubovaná u PZA100 a PZA200 (CV708505409)*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A648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3FADA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F6410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D1C751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5029F2" w14:textId="7AADD96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EKC IV pro AŽD99 (CV708485037)*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65F25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0EF41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79D5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6BCD94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11D4F3" w14:textId="7A7B3F5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EKC pro křídla litinová UNI u PZA100 (CV708455596)*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235B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80B6D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F247E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E3F4DD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31AB16" w14:textId="653968C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Sestava unašeče břevna EKC pro křídla šroubovaná u PZA100 (CV708455593)*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7D45A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E60FA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F265F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8FDEE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584A5F" w14:textId="6675B6D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Skříňka svork. KC pro montáž břeven EKC a Al na PZA100 nebo AŽD99 (CV708455541)*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29EA1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073EF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06665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463067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25B9FD" w14:textId="4CF35AE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EKC pro křídla hliníková u PZA100 (CV708515035)*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5D1BE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03D2C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B99A5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223656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F3D1E0" w14:textId="2EF3F84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propojovací pro břevna bez svítilen na PZA100/AŽD99 (CV708455074)*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C75B7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0BA21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56345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CE755F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4040E7" w14:textId="6087E4B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Doplněk břevna kompozitního ZBH 1,5 m (CV708485040)*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06B34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17E6E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023CE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5F2ABB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037DA0" w14:textId="585E8AD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Doplněk břevna kompozitního ZBH 2,5 m (CV708485041)*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F73FA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521CC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25A9D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BCA9F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483261" w14:textId="3E020B3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Doplněk břevna kompozitního ZBH 3,0 m (CV708485042)*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C191D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0601A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7A8E9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D799FC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4EFA88" w14:textId="6F75090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Záslepka EKC I (CV708480105)*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EE191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45273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FDB0F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EC04C4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089F12" w14:textId="77E85FC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Záslepka EKC II (CV708480106)*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CB1E8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5EE23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19CC5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085D35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5B46CE" w14:textId="28AE660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Lišta obvodu KC 8,5 (CV708485399)*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B8342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B5F55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90F7F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F3AEAE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F24BA8" w14:textId="458CD83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Lišta obvodu KC 8 a 9 (CV708485400)*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4D4F7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EE3D2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ABFDF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884F3B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E8DC7B" w14:textId="474F55E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Lišta obvodu KC 7 (CV708485401)*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5F1EC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2D46D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043C2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DF3864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82887F" w14:textId="499F40E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Lišta obvodu KC 6 (CV708485402)*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BB23D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5AAF5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04A9D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4B655C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AC0213" w14:textId="7D8AC54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Lišta obvodu KC 5 (CV708485403)*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D8530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F6930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74538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A16FA0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B483FE" w14:textId="4FBEEDF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Lišta obvodu KC 4 (CV708485404)*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3891D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3F0A8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83531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8A3EE1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D50FEF" w14:textId="6ABBE6F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LED červená W97.5 - břevnová svítilna (HM0373289997062)*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D0F3B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221CD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B9B6B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43B3A5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2F882F" w14:textId="45992B9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Odrazka červená (HM0321870240001)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88661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C1534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A58DB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4EA78A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787D59" w14:textId="202AE64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8 m (CV708495410)*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6DC24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C417A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CC627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CE56D1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0D0DE95" w14:textId="28CFF24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7,5 m (CV708495411)*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F7A9B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366BB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CEC84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56598A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B9EA5E" w14:textId="4C8E5D2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7 m (CV708495412)*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60E45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25201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4E0D6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F1F2E0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143755" w14:textId="0C9815A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6,5 m (CV708495413)*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9B7DB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32940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665D8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943789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CD3454" w14:textId="41829C6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6 m (CV708495414)*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5D59F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518F0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E8FD2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B5474C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857B3C" w14:textId="4AB5F56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5,5 m (CV708495415)*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D580B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B7D71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C3EC7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22FBD2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24A84C" w14:textId="4193504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5 m (CV708495416)*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5951F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AA3F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60873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2A7295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C3A022" w14:textId="4B7C471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4,5 m (CV708495417)*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2D68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4D9A6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29CCE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7BC2A5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7467F6" w14:textId="79BFB17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4 m (CV708495418)*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C5031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15329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42E0F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775B42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87661A" w14:textId="4A071A7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3,5 m (CV708495419)*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64C6B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27469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CB39D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18E9F7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E69DD2" w14:textId="0D8EF59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8 m se svítilnami (CV708495510)*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4156C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AB1A2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17792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A82184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0C65FC" w14:textId="40714C3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7,5 m se svítilnami (CV708495511)*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B1358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5EA89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75DBE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C2B383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06BF7A" w14:textId="5585E56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7 m se svítilnami (CV708495512)*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ECA6B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C50DA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A8AE1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F755E0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F06E1F" w14:textId="0CBF3B5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6,5 m se svítilnami (CV708495513)*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BD7E5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A3C83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490D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86130D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8E9B92" w14:textId="1F549A6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6 m se svítilnami (CV708495514)*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F2EAC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25E41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ABC2E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5C2463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C4E023" w14:textId="0BB334F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5,5 m se svítilnami (CV708495515)*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D74F1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0318C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DA4CD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7B8AEF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FC5134" w14:textId="7502896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5 m se svítilnami (CV708495516)*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C418B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F4589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F6FF9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9607FEF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78115E" w14:textId="7D5EAA7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4,5 m se svítilnami (CV708495517)*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3F2D0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AF0BE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689D1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B4E27C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8B44F2" w14:textId="33BF1E0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4 m se svítilnami (CV708495518)*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E0E1C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42CF1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103F0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43D056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31CEA9" w14:textId="45EEE6C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Břevno aluminiové 3,5 m se svítilnami (CV708495519)*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D1F52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B67EC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2A9FA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A8A498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764149" w14:textId="7919298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8000 (CV708495085)*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B37EB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11DDD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778DD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D489DB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24975A" w14:textId="555AFED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Člen lámací 7500 (CV708495071)*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CF535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BC8C1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8232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163EB7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7BD6C9" w14:textId="1EEEDC5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7000 (CV708495077)*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EBB5F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B0692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BE94E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FDDA76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9AABCD" w14:textId="4C86C5F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6500 (CV708495072)*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BDAD6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B2A27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0F5285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99DCE6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AC2F2C" w14:textId="6965C44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6000 (CV708495076)*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9A99C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0B403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AA4EC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084029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D7E585" w14:textId="002814C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5500 (CV708495073)*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8CDF0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54125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50597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6F8DB2A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9EC8AF" w14:textId="1CB15A6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5000 (CV708495079)*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85E73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05378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2FEF3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415B67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D3829B" w14:textId="5AE6DC6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4500 (CV708495074)*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46675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F6AE0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7EF1F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AC0EE3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7575EFF" w14:textId="65A2CE6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4000 (CV708495078)*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E4040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7C3CA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30E4A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F423FE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2EC0C2" w14:textId="31D56E4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Člen lámací 3500 (CV708495075)*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A58E4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4FC4F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43C75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64345B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272A82" w14:textId="63F5903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Zarážka pryžová 29×22 (doraz doplňku břevna) (HM0273128003240)*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96AE3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A670E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45867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58C2DE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3FE1C4" w14:textId="5EAA345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C 45X úplný (CV708495450)*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C4E8C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230C8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A5A3D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7219FE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298EC0" w14:textId="42A6EDCF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C 40X úplný (CV708495451)*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5623F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AF31E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1AE72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1000821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490ACA" w14:textId="18FDEFE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C 4 úplný (CV708495452)*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2F8FB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A86ED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B1EDE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848693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FA5CA0" w14:textId="60E8176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C 3,5 úplný (CV708495453)*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C037B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2686A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1FD1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333951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0FAFA6" w14:textId="42D698A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 3,9 úplný (CV708495260)*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D2472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00607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8158A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24311C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E5A3BE" w14:textId="3DAABDB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 3,4 úplný (CV708495261)*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C7948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98E29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39B0D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75E6FB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8A6934" w14:textId="5A3C21A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 2,9 úplný (CV708495262)*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F2F4F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AC890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1302C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99EB44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ECC9B9" w14:textId="4FE3717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 2,4 úplný (CV708495263)*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03A40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B8C15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DDF8C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40A7EA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6A5925" w14:textId="6384906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 1,9 úplný (CV708495264)*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EABA2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F36E1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D323A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C0CDFC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E12DE4" w14:textId="6FA3FB9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 1,4 úplný (CV708495265)*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AA48E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BBFE9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23C36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0B0597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71DB3A" w14:textId="00F85AC1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 0,9 úplný (CV708495266)*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F4332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5B85B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264EF8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25F39C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5B212E" w14:textId="52BE51E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 4,4 úplný (CV708495259)*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14D42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1AB78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00739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E6A9C8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C8932B" w14:textId="6A585F0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BS 4,4 úplný (CV708495269)*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C2A85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C11BF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5BF249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6CEB41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F08BE0" w14:textId="5B41CA7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CS 45X úplný (CV708495180)*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3300E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B70A7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1961E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DCF5D9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EA5E94" w14:textId="0600D89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CS 40X úplný (CV708495181)*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3B066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72089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C175C3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14234E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12516E" w14:textId="698152B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CS 4 úplný (CV708495182)*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CADB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5A593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1D2C8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FE793AE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B3EE5D" w14:textId="214F5C73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CS 3,5 úplný (CV708495183)*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CC493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219E3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C09381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E66A2A7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00DD028" w14:textId="7C9A681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Profil BS 3,6 úplný (CV708495190)*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F752A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2A3BB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40AE2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43C113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C78E16" w14:textId="4A97282C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BS 3,1 úplný (CV708495191)*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2BCB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2F2A8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7E3EC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4E7B9C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856813" w14:textId="23ECEB4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BS 2,6 úplný (CV708495192)*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F6720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822BB2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D336B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86A6C4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7CCDC1" w14:textId="530B3E6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BS 2,1 úplný (CV708495193)*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E52E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EE85E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94255F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C533FA4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40F215" w14:textId="71663BC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BS 1,6 úplný (CV708495194)*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93F70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78BAD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A5524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86265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9C872B" w14:textId="7A0F2D6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Profil BS 1,1 úplný (CV708495195)*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FA30E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339F5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74524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E1B721C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0AFB820" w14:textId="334CF386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závory KCL pro montáž Al břevna na AŽD 99 (CV708425072)*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374C6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7A449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A6FBE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8BFF36B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1B5BFE" w14:textId="2A273D5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Al pro křídla šroubovaná u PZA100 (CV708455594)*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A4FFD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F8539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AAC7C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7C0348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094949" w14:textId="3E67F38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Al pro křídla litinová UNI u PZA100 (CV708455595)*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4D421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ED84F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13917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AF8547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09BABD" w14:textId="34F6C7E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propojovací – KCB, SB (CV708455077)*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4DACE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EE849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06B1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BEBA57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5BE67E" w14:textId="7A60C448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Chránička napájení svítilen (CV708495298)*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A63E7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B690F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E4A06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280FE0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4C0240" w14:textId="6D5701A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Záslepka profilu C (CV708490030)*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F0E9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E0942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A12E7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3C9B080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126CDB" w14:textId="3DE75B7B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Záslepka profilu B (CV708490140)*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E6C9C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D898D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6B272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354BB1E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99DA64" w14:textId="6FAD423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Doplněk břevna ZBH 1500 AL (CV708495401)*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5C044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1CB20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E6335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F5B50F3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0381AE" w14:textId="64D32614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Doplněk břevna ZBH 2500 AL (CV708495402)*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92BC6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52FDE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481FC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F6F2DD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C4FE24" w14:textId="1368BA4A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propoj. skř. svorkovnice KC a první břevn. svítilny [m] (HM0341229993137)*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569746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F63D5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9CBF9A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7FC73E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A99EA5" w14:textId="33BF676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Šablona vrtací profilu C (CV708490090)*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37D90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8E17D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3590B0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0825FF9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FCDD0D" w14:textId="50ED941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Fólie opravná červená B (CV708490091)*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B8E948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DA336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F3558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7B7491E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59157B" w14:textId="4556CB0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Fólie opravná červená C (CV708490092)*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99F1E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E27CDE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DD28D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EF937B8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28D3A8" w14:textId="2DB7F735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Fólie opravná bílá B (CV708490093)*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4CA78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C2C0AD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668B42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6A89E05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A67969" w14:textId="0593650E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Fólie opravná bílá C (CV708490094)*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8C65E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2DD73C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A6F8E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5D2AF6D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68618E" w14:textId="0298716D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Al pro křídla šroubovaná u PZA200 (CV708505493)*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7379B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109E45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949987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6E3D0DA6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A34519" w14:textId="2D4423F0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Al pro křídla litinovaná UNI u PZA200 (CV708505494)*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9EB5E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57FB7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F161AD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5A0105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5A6598" w14:textId="2A2370A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Unašeč břevna EKC pro křídla litinová UNI u PZA200 (CV708505495)*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F858E1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766F5A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9AB1B4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481DFD69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0EB960" w14:textId="2CA58592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Skříňka svorkovnice KC pro montáž břevna EKC na PZA200 (CV708505410)*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EA89C4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B401A3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AFB776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5FFE67F2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12582C" w14:textId="6501EFC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Skříňka svorkovnice KC pro montáž břevna Al na PZA200 (CV708505440)*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CD651B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AC7D79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565B6E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335375" w14:paraId="2979F6C1" w14:textId="77777777" w:rsidTr="00335375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7D6A3D" w14:textId="165898E9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Křídla litinová s protizávažím VZO (CV708515103)*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61841F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166A90" w14:textId="77777777" w:rsidR="00335375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02CCDB" w14:textId="77777777" w:rsidR="00335375" w:rsidRPr="00455647" w:rsidRDefault="00335375" w:rsidP="006938D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14:paraId="463E98F5" w14:textId="77777777" w:rsidR="00FC578D" w:rsidRDefault="00FC578D" w:rsidP="008478D6">
      <w:pPr>
        <w:pStyle w:val="Mstoaas"/>
        <w:rPr>
          <w:rFonts w:asciiTheme="minorHAnsi" w:hAnsiTheme="minorHAnsi"/>
        </w:rPr>
      </w:pPr>
    </w:p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9FC81" w14:textId="77777777" w:rsidR="00F318B7" w:rsidRDefault="00F318B7" w:rsidP="00962258">
      <w:pPr>
        <w:spacing w:after="0" w:line="240" w:lineRule="auto"/>
      </w:pPr>
      <w:r>
        <w:separator/>
      </w:r>
    </w:p>
  </w:endnote>
  <w:endnote w:type="continuationSeparator" w:id="0">
    <w:p w14:paraId="7B9B01E7" w14:textId="77777777" w:rsidR="00F318B7" w:rsidRDefault="00F318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68191" w14:textId="77777777" w:rsidR="00F318B7" w:rsidRDefault="00F318B7" w:rsidP="00962258">
      <w:pPr>
        <w:spacing w:after="0" w:line="240" w:lineRule="auto"/>
      </w:pPr>
      <w:r>
        <w:separator/>
      </w:r>
    </w:p>
  </w:footnote>
  <w:footnote w:type="continuationSeparator" w:id="0">
    <w:p w14:paraId="4C24E0AD" w14:textId="77777777" w:rsidR="00F318B7" w:rsidRDefault="00F318B7" w:rsidP="00962258">
      <w:pPr>
        <w:spacing w:after="0" w:line="240" w:lineRule="auto"/>
      </w:pPr>
      <w:r>
        <w:continuationSeparator/>
      </w:r>
    </w:p>
  </w:footnote>
  <w:footnote w:id="1">
    <w:p w14:paraId="6CB6FF33" w14:textId="58CB1C6D" w:rsidR="00335375" w:rsidRDefault="0033537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1" w:name="_Hlk203651729"/>
      <w:r>
        <w:t>Pokud účastník bude v rámci položky zboží uvádět PTP, buňku ve sloupečku Osvědčení/TP proškrtne.</w:t>
      </w:r>
      <w:bookmarkEnd w:id="1"/>
    </w:p>
  </w:footnote>
  <w:footnote w:id="2">
    <w:p w14:paraId="56FC2DE0" w14:textId="248BB2DF" w:rsidR="00335375" w:rsidRDefault="0033537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2" w:name="_Hlk203651745"/>
      <w:r>
        <w:t>Pokud účastník bude v rámci položky zboží uvádět Osvědčení/TP, buňku ve sloupečku PTP proškrtne.</w:t>
      </w:r>
      <w:bookmarkEnd w:id="2"/>
    </w:p>
  </w:footnote>
  <w:footnote w:id="3">
    <w:p w14:paraId="4E20D378" w14:textId="4BA056AD" w:rsidR="00335375" w:rsidRDefault="00335375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0BA7"/>
    <w:rsid w:val="00032878"/>
    <w:rsid w:val="000648AA"/>
    <w:rsid w:val="00072C1E"/>
    <w:rsid w:val="000860E6"/>
    <w:rsid w:val="00090A48"/>
    <w:rsid w:val="000E23A7"/>
    <w:rsid w:val="0010428C"/>
    <w:rsid w:val="0010693F"/>
    <w:rsid w:val="00114472"/>
    <w:rsid w:val="001550BC"/>
    <w:rsid w:val="001605B9"/>
    <w:rsid w:val="00170EC5"/>
    <w:rsid w:val="001747C1"/>
    <w:rsid w:val="00184743"/>
    <w:rsid w:val="001C526A"/>
    <w:rsid w:val="001E0423"/>
    <w:rsid w:val="00205F7E"/>
    <w:rsid w:val="00207DF5"/>
    <w:rsid w:val="00217628"/>
    <w:rsid w:val="00227D5C"/>
    <w:rsid w:val="00241431"/>
    <w:rsid w:val="00242D29"/>
    <w:rsid w:val="0024600B"/>
    <w:rsid w:val="002505F9"/>
    <w:rsid w:val="002713C1"/>
    <w:rsid w:val="00280E07"/>
    <w:rsid w:val="002A238B"/>
    <w:rsid w:val="002B76F2"/>
    <w:rsid w:val="002C1ED4"/>
    <w:rsid w:val="002C31BF"/>
    <w:rsid w:val="002D08B1"/>
    <w:rsid w:val="002E0CD7"/>
    <w:rsid w:val="002E2B86"/>
    <w:rsid w:val="00314F36"/>
    <w:rsid w:val="003160DC"/>
    <w:rsid w:val="003255AB"/>
    <w:rsid w:val="00335375"/>
    <w:rsid w:val="00341DCF"/>
    <w:rsid w:val="00357BC6"/>
    <w:rsid w:val="00361AC6"/>
    <w:rsid w:val="00363A3B"/>
    <w:rsid w:val="003813B7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3961"/>
    <w:rsid w:val="0050557E"/>
    <w:rsid w:val="00511AB9"/>
    <w:rsid w:val="00523EA7"/>
    <w:rsid w:val="0054046E"/>
    <w:rsid w:val="00553375"/>
    <w:rsid w:val="00555659"/>
    <w:rsid w:val="00557C28"/>
    <w:rsid w:val="005736B7"/>
    <w:rsid w:val="00575E5A"/>
    <w:rsid w:val="005A1D7F"/>
    <w:rsid w:val="005A61E1"/>
    <w:rsid w:val="005C0CB0"/>
    <w:rsid w:val="005D0F05"/>
    <w:rsid w:val="005E71C8"/>
    <w:rsid w:val="005F1404"/>
    <w:rsid w:val="005F3405"/>
    <w:rsid w:val="005F5BAF"/>
    <w:rsid w:val="0061068E"/>
    <w:rsid w:val="006240C3"/>
    <w:rsid w:val="00655D67"/>
    <w:rsid w:val="00660AD3"/>
    <w:rsid w:val="0066225E"/>
    <w:rsid w:val="00677B7F"/>
    <w:rsid w:val="00682D48"/>
    <w:rsid w:val="00691710"/>
    <w:rsid w:val="006931F2"/>
    <w:rsid w:val="006938D8"/>
    <w:rsid w:val="006A3559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2498C"/>
    <w:rsid w:val="007366C6"/>
    <w:rsid w:val="00743525"/>
    <w:rsid w:val="0076286B"/>
    <w:rsid w:val="0076355E"/>
    <w:rsid w:val="00765CA6"/>
    <w:rsid w:val="00766846"/>
    <w:rsid w:val="00775A54"/>
    <w:rsid w:val="0077673A"/>
    <w:rsid w:val="007846E1"/>
    <w:rsid w:val="007B570C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269DF"/>
    <w:rsid w:val="00830317"/>
    <w:rsid w:val="00832348"/>
    <w:rsid w:val="0083431C"/>
    <w:rsid w:val="008478D6"/>
    <w:rsid w:val="008659F3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40B7A"/>
    <w:rsid w:val="00A6177B"/>
    <w:rsid w:val="00A66136"/>
    <w:rsid w:val="00A905C0"/>
    <w:rsid w:val="00A93F01"/>
    <w:rsid w:val="00AA4CBB"/>
    <w:rsid w:val="00AA65FA"/>
    <w:rsid w:val="00AA7351"/>
    <w:rsid w:val="00AA78FC"/>
    <w:rsid w:val="00AD056F"/>
    <w:rsid w:val="00AD6731"/>
    <w:rsid w:val="00AE26B3"/>
    <w:rsid w:val="00AF0FCE"/>
    <w:rsid w:val="00AF5147"/>
    <w:rsid w:val="00B00042"/>
    <w:rsid w:val="00B00E51"/>
    <w:rsid w:val="00B07808"/>
    <w:rsid w:val="00B15D0D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44F6A"/>
    <w:rsid w:val="00C47AE3"/>
    <w:rsid w:val="00C47D15"/>
    <w:rsid w:val="00C72E76"/>
    <w:rsid w:val="00C81208"/>
    <w:rsid w:val="00C81AB0"/>
    <w:rsid w:val="00CB1E80"/>
    <w:rsid w:val="00CD1FC4"/>
    <w:rsid w:val="00CD7CFB"/>
    <w:rsid w:val="00D03E27"/>
    <w:rsid w:val="00D074E8"/>
    <w:rsid w:val="00D21061"/>
    <w:rsid w:val="00D30C28"/>
    <w:rsid w:val="00D406CF"/>
    <w:rsid w:val="00D4108E"/>
    <w:rsid w:val="00D6163D"/>
    <w:rsid w:val="00D73D46"/>
    <w:rsid w:val="00D748EB"/>
    <w:rsid w:val="00D831A3"/>
    <w:rsid w:val="00D9029A"/>
    <w:rsid w:val="00DA777A"/>
    <w:rsid w:val="00DB46BB"/>
    <w:rsid w:val="00DC75F3"/>
    <w:rsid w:val="00DD46F3"/>
    <w:rsid w:val="00DE56F2"/>
    <w:rsid w:val="00DF116D"/>
    <w:rsid w:val="00E21FD0"/>
    <w:rsid w:val="00E2278C"/>
    <w:rsid w:val="00E55BDE"/>
    <w:rsid w:val="00E82D17"/>
    <w:rsid w:val="00EA5D43"/>
    <w:rsid w:val="00EA7559"/>
    <w:rsid w:val="00EB104F"/>
    <w:rsid w:val="00ED14BD"/>
    <w:rsid w:val="00F0533E"/>
    <w:rsid w:val="00F1048D"/>
    <w:rsid w:val="00F12DEC"/>
    <w:rsid w:val="00F1715C"/>
    <w:rsid w:val="00F310F8"/>
    <w:rsid w:val="00F318B7"/>
    <w:rsid w:val="00F322E4"/>
    <w:rsid w:val="00F354AA"/>
    <w:rsid w:val="00F35939"/>
    <w:rsid w:val="00F45607"/>
    <w:rsid w:val="00F5558F"/>
    <w:rsid w:val="00F60FAC"/>
    <w:rsid w:val="00F659EB"/>
    <w:rsid w:val="00F84E4B"/>
    <w:rsid w:val="00F86BA6"/>
    <w:rsid w:val="00FB15AB"/>
    <w:rsid w:val="00FB3E1A"/>
    <w:rsid w:val="00FC578D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19</Pages>
  <Words>3143</Words>
  <Characters>18550</Characters>
  <Application>Microsoft Office Word</Application>
  <DocSecurity>0</DocSecurity>
  <Lines>154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4</cp:revision>
  <cp:lastPrinted>2024-05-15T12:36:00Z</cp:lastPrinted>
  <dcterms:created xsi:type="dcterms:W3CDTF">2025-07-21T05:49:00Z</dcterms:created>
  <dcterms:modified xsi:type="dcterms:W3CDTF">2025-07-24T12:44:00Z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